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1E" w:rsidRDefault="00995E1E">
      <w:pPr>
        <w:jc w:val="center"/>
      </w:pPr>
      <w:r>
        <w:rPr>
          <w:rFonts w:cs="宋体" w:hint="eastAsia"/>
          <w:b/>
          <w:bCs/>
          <w:sz w:val="36"/>
          <w:szCs w:val="36"/>
        </w:rPr>
        <w:t>上海应用技术学院毕业设计（论文）任务书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</w:tblGrid>
      <w:tr w:rsidR="00995E1E">
        <w:trPr>
          <w:trHeight w:val="369"/>
        </w:trPr>
        <w:tc>
          <w:tcPr>
            <w:tcW w:w="9648" w:type="dxa"/>
            <w:vAlign w:val="center"/>
          </w:tcPr>
          <w:p w:rsidR="00995E1E" w:rsidRPr="00BE500E" w:rsidRDefault="00995E1E" w:rsidP="00B67378">
            <w:r>
              <w:rPr>
                <w:rFonts w:cs="宋体" w:hint="eastAsia"/>
                <w:sz w:val="24"/>
                <w:szCs w:val="24"/>
              </w:rPr>
              <w:t>题目：</w:t>
            </w:r>
          </w:p>
        </w:tc>
      </w:tr>
      <w:tr w:rsidR="00995E1E">
        <w:trPr>
          <w:trHeight w:val="369"/>
        </w:trPr>
        <w:tc>
          <w:tcPr>
            <w:tcW w:w="9648" w:type="dxa"/>
          </w:tcPr>
          <w:p w:rsidR="00995E1E" w:rsidRPr="00993EAB" w:rsidRDefault="00995E1E" w:rsidP="003F3F97">
            <w:pPr>
              <w:pStyle w:val="BodyText"/>
              <w:spacing w:line="30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学生姓名：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 xml:space="preserve">　学号：　　　专业：</w:t>
            </w:r>
          </w:p>
        </w:tc>
      </w:tr>
      <w:tr w:rsidR="00995E1E">
        <w:trPr>
          <w:trHeight w:val="369"/>
        </w:trPr>
        <w:tc>
          <w:tcPr>
            <w:tcW w:w="9648" w:type="dxa"/>
            <w:vAlign w:val="center"/>
          </w:tcPr>
          <w:p w:rsidR="00995E1E" w:rsidRDefault="00995E1E">
            <w:pPr>
              <w:pStyle w:val="BodyText"/>
              <w:rPr>
                <w:sz w:val="24"/>
                <w:szCs w:val="24"/>
              </w:rPr>
            </w:pPr>
            <w:bookmarkStart w:id="0" w:name="OLE_LINK3"/>
            <w:r>
              <w:rPr>
                <w:rFonts w:cs="宋体" w:hint="eastAsia"/>
                <w:sz w:val="24"/>
                <w:szCs w:val="24"/>
              </w:rPr>
              <w:t>任务起至日期：</w:t>
            </w:r>
            <w:r>
              <w:rPr>
                <w:sz w:val="24"/>
                <w:szCs w:val="24"/>
              </w:rPr>
              <w:t xml:space="preserve">2014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2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24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至</w:t>
            </w:r>
            <w:r>
              <w:rPr>
                <w:sz w:val="24"/>
                <w:szCs w:val="24"/>
              </w:rPr>
              <w:t xml:space="preserve">  2014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6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13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共</w:t>
            </w:r>
            <w:r>
              <w:rPr>
                <w:sz w:val="24"/>
                <w:szCs w:val="24"/>
              </w:rPr>
              <w:t xml:space="preserve"> 16 </w:t>
            </w:r>
            <w:r>
              <w:rPr>
                <w:rFonts w:cs="宋体" w:hint="eastAsia"/>
                <w:sz w:val="24"/>
                <w:szCs w:val="24"/>
              </w:rPr>
              <w:t>周</w:t>
            </w:r>
            <w:bookmarkEnd w:id="0"/>
          </w:p>
        </w:tc>
      </w:tr>
      <w:tr w:rsidR="00995E1E">
        <w:trPr>
          <w:trHeight w:val="1463"/>
        </w:trPr>
        <w:tc>
          <w:tcPr>
            <w:tcW w:w="9648" w:type="dxa"/>
          </w:tcPr>
          <w:p w:rsidR="00995E1E" w:rsidRDefault="00995E1E">
            <w:pPr>
              <w:pStyle w:val="BodyTex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课题的目的与要求：</w:t>
            </w:r>
          </w:p>
          <w:p w:rsidR="00995E1E" w:rsidRPr="003D52BE" w:rsidRDefault="00995E1E" w:rsidP="00995E1E">
            <w:pPr>
              <w:pStyle w:val="BodyText"/>
              <w:ind w:firstLineChars="200" w:firstLine="31680"/>
              <w:rPr>
                <w:sz w:val="18"/>
                <w:szCs w:val="18"/>
              </w:rPr>
            </w:pPr>
          </w:p>
        </w:tc>
      </w:tr>
      <w:tr w:rsidR="00995E1E" w:rsidRPr="00B67378">
        <w:trPr>
          <w:trHeight w:val="1785"/>
        </w:trPr>
        <w:tc>
          <w:tcPr>
            <w:tcW w:w="9648" w:type="dxa"/>
          </w:tcPr>
          <w:p w:rsidR="00995E1E" w:rsidRDefault="00995E1E">
            <w:pPr>
              <w:pStyle w:val="Body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设计的技术要求与参数（或论文的主要研究内容）：</w:t>
            </w:r>
          </w:p>
          <w:p w:rsidR="00995E1E" w:rsidRPr="00343A7C" w:rsidRDefault="00995E1E" w:rsidP="003F3F97">
            <w:pPr>
              <w:ind w:left="360"/>
            </w:pPr>
          </w:p>
        </w:tc>
      </w:tr>
      <w:tr w:rsidR="00995E1E">
        <w:trPr>
          <w:trHeight w:val="1785"/>
        </w:trPr>
        <w:tc>
          <w:tcPr>
            <w:tcW w:w="9648" w:type="dxa"/>
          </w:tcPr>
          <w:p w:rsidR="00995E1E" w:rsidRDefault="00995E1E">
            <w:pPr>
              <w:pStyle w:val="BodyText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毕业设计（论文）应完成的具体工作：</w:t>
            </w:r>
          </w:p>
          <w:p w:rsidR="00995E1E" w:rsidRPr="00484FEB" w:rsidRDefault="00995E1E" w:rsidP="003F3F97">
            <w:pPr>
              <w:tabs>
                <w:tab w:val="left" w:pos="308"/>
                <w:tab w:val="left" w:pos="1176"/>
                <w:tab w:val="left" w:pos="1386"/>
              </w:tabs>
              <w:ind w:left="360"/>
            </w:pPr>
          </w:p>
        </w:tc>
      </w:tr>
      <w:tr w:rsidR="00995E1E">
        <w:trPr>
          <w:trHeight w:val="2782"/>
        </w:trPr>
        <w:tc>
          <w:tcPr>
            <w:tcW w:w="9648" w:type="dxa"/>
          </w:tcPr>
          <w:p w:rsidR="00995E1E" w:rsidRDefault="00995E1E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四、查阅文献要求及主要的参考文献：</w:t>
            </w:r>
          </w:p>
          <w:p w:rsidR="00995E1E" w:rsidRPr="007D5FB5" w:rsidRDefault="00995E1E" w:rsidP="003F3F97">
            <w:pPr>
              <w:ind w:left="360"/>
              <w:rPr>
                <w:sz w:val="24"/>
                <w:szCs w:val="24"/>
              </w:rPr>
            </w:pPr>
          </w:p>
        </w:tc>
      </w:tr>
      <w:tr w:rsidR="00995E1E">
        <w:trPr>
          <w:trHeight w:val="2040"/>
        </w:trPr>
        <w:tc>
          <w:tcPr>
            <w:tcW w:w="9648" w:type="dxa"/>
          </w:tcPr>
          <w:p w:rsidR="00995E1E" w:rsidRDefault="00995E1E">
            <w:pPr>
              <w:ind w:left="108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五、进度安排：（设计或论文各阶段的要求，时间安排）</w:t>
            </w:r>
            <w:r>
              <w:rPr>
                <w:rFonts w:cs="宋体" w:hint="eastAsia"/>
                <w:color w:val="FF0000"/>
                <w:sz w:val="24"/>
                <w:szCs w:val="24"/>
              </w:rPr>
              <w:t>：</w:t>
            </w:r>
          </w:p>
          <w:p w:rsidR="00995E1E" w:rsidRDefault="00995E1E" w:rsidP="003F3F97">
            <w:pPr>
              <w:rPr>
                <w:sz w:val="24"/>
                <w:szCs w:val="24"/>
              </w:rPr>
            </w:pPr>
          </w:p>
          <w:p w:rsidR="00995E1E" w:rsidRDefault="00995E1E" w:rsidP="00A26DC1">
            <w:pPr>
              <w:rPr>
                <w:sz w:val="24"/>
                <w:szCs w:val="24"/>
              </w:rPr>
            </w:pPr>
          </w:p>
        </w:tc>
      </w:tr>
      <w:tr w:rsidR="00995E1E">
        <w:trPr>
          <w:trHeight w:val="646"/>
        </w:trPr>
        <w:tc>
          <w:tcPr>
            <w:tcW w:w="9648" w:type="dxa"/>
          </w:tcPr>
          <w:p w:rsidR="00995E1E" w:rsidRDefault="00995E1E">
            <w:pPr>
              <w:rPr>
                <w:sz w:val="24"/>
                <w:szCs w:val="24"/>
              </w:rPr>
            </w:pPr>
          </w:p>
          <w:p w:rsidR="00995E1E" w:rsidRDefault="00995E1E" w:rsidP="003F3F97">
            <w:pPr>
              <w:rPr>
                <w:sz w:val="24"/>
                <w:szCs w:val="24"/>
                <w:u w:val="single"/>
              </w:rPr>
            </w:pPr>
            <w:r>
              <w:rPr>
                <w:rFonts w:cs="宋体" w:hint="eastAsia"/>
                <w:sz w:val="24"/>
                <w:szCs w:val="24"/>
              </w:rPr>
              <w:t>指导教师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教研室主任（审核）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995E1E" w:rsidRPr="007F6E80" w:rsidRDefault="00995E1E">
      <w:pPr>
        <w:spacing w:line="300" w:lineRule="auto"/>
      </w:pPr>
    </w:p>
    <w:sectPr w:rsidR="00995E1E" w:rsidRPr="007F6E80" w:rsidSect="00CC3A0D">
      <w:pgSz w:w="11906" w:h="16838"/>
      <w:pgMar w:top="1588" w:right="1247" w:bottom="77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E1E" w:rsidRDefault="00995E1E" w:rsidP="003F3F97">
      <w:r>
        <w:separator/>
      </w:r>
    </w:p>
  </w:endnote>
  <w:endnote w:type="continuationSeparator" w:id="0">
    <w:p w:rsidR="00995E1E" w:rsidRDefault="00995E1E" w:rsidP="003F3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E1E" w:rsidRDefault="00995E1E" w:rsidP="003F3F97">
      <w:r>
        <w:separator/>
      </w:r>
    </w:p>
  </w:footnote>
  <w:footnote w:type="continuationSeparator" w:id="0">
    <w:p w:rsidR="00995E1E" w:rsidRDefault="00995E1E" w:rsidP="003F3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330"/>
    <w:multiLevelType w:val="multilevel"/>
    <w:tmpl w:val="BE681C5C"/>
    <w:lvl w:ilvl="0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4C24193"/>
    <w:multiLevelType w:val="hybridMultilevel"/>
    <w:tmpl w:val="E3ACE190"/>
    <w:lvl w:ilvl="0" w:tplc="D26C1B54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F232BEB"/>
    <w:multiLevelType w:val="multilevel"/>
    <w:tmpl w:val="72127D2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911309A"/>
    <w:multiLevelType w:val="hybridMultilevel"/>
    <w:tmpl w:val="BE681C5C"/>
    <w:lvl w:ilvl="0" w:tplc="54D27C52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387A1816">
      <w:start w:val="1"/>
      <w:numFmt w:val="decimal"/>
      <w:lvlText w:val="%2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9D17067"/>
    <w:multiLevelType w:val="multilevel"/>
    <w:tmpl w:val="1546952A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BB27AC3"/>
    <w:multiLevelType w:val="multilevel"/>
    <w:tmpl w:val="BE681C5C"/>
    <w:lvl w:ilvl="0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1C39F3"/>
    <w:multiLevelType w:val="hybridMultilevel"/>
    <w:tmpl w:val="0C30E8C2"/>
    <w:lvl w:ilvl="0" w:tplc="9F7E4A40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7287BE1"/>
    <w:multiLevelType w:val="hybridMultilevel"/>
    <w:tmpl w:val="6D7C9594"/>
    <w:lvl w:ilvl="0" w:tplc="FFFFFFFF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76A7073"/>
    <w:multiLevelType w:val="hybridMultilevel"/>
    <w:tmpl w:val="73F04696"/>
    <w:lvl w:ilvl="0" w:tplc="69C2C7E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C41228A"/>
    <w:multiLevelType w:val="hybridMultilevel"/>
    <w:tmpl w:val="75583142"/>
    <w:lvl w:ilvl="0" w:tplc="54D27C52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E6E29FC"/>
    <w:multiLevelType w:val="hybridMultilevel"/>
    <w:tmpl w:val="347CFE76"/>
    <w:lvl w:ilvl="0" w:tplc="248EC86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2D75014"/>
    <w:multiLevelType w:val="hybridMultilevel"/>
    <w:tmpl w:val="84F29A34"/>
    <w:lvl w:ilvl="0" w:tplc="824C0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4FE4A26"/>
    <w:multiLevelType w:val="hybridMultilevel"/>
    <w:tmpl w:val="9C840370"/>
    <w:lvl w:ilvl="0" w:tplc="96B8B8B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13">
    <w:nsid w:val="6489396C"/>
    <w:multiLevelType w:val="hybridMultilevel"/>
    <w:tmpl w:val="1546952A"/>
    <w:lvl w:ilvl="0" w:tplc="387A18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EC01D8F"/>
    <w:multiLevelType w:val="hybridMultilevel"/>
    <w:tmpl w:val="542CAB4C"/>
    <w:lvl w:ilvl="0" w:tplc="387A18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B9005F0"/>
    <w:multiLevelType w:val="hybridMultilevel"/>
    <w:tmpl w:val="CDE43136"/>
    <w:lvl w:ilvl="0" w:tplc="387A18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3"/>
  </w:num>
  <w:num w:numId="9">
    <w:abstractNumId w:val="2"/>
  </w:num>
  <w:num w:numId="10">
    <w:abstractNumId w:val="4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2BE"/>
    <w:rsid w:val="0013791E"/>
    <w:rsid w:val="001B3939"/>
    <w:rsid w:val="00272B47"/>
    <w:rsid w:val="002A3939"/>
    <w:rsid w:val="002A5888"/>
    <w:rsid w:val="00343A7C"/>
    <w:rsid w:val="003A4886"/>
    <w:rsid w:val="003B5ED3"/>
    <w:rsid w:val="003D52BE"/>
    <w:rsid w:val="003F29FC"/>
    <w:rsid w:val="003F3F97"/>
    <w:rsid w:val="00447184"/>
    <w:rsid w:val="004604BE"/>
    <w:rsid w:val="004629DD"/>
    <w:rsid w:val="00484FEB"/>
    <w:rsid w:val="0050217E"/>
    <w:rsid w:val="00541008"/>
    <w:rsid w:val="00565D2B"/>
    <w:rsid w:val="005B1201"/>
    <w:rsid w:val="00622E23"/>
    <w:rsid w:val="007165AE"/>
    <w:rsid w:val="007655EA"/>
    <w:rsid w:val="00793165"/>
    <w:rsid w:val="007D5FB5"/>
    <w:rsid w:val="007F6E80"/>
    <w:rsid w:val="008B6071"/>
    <w:rsid w:val="008E4A6D"/>
    <w:rsid w:val="00945FB5"/>
    <w:rsid w:val="00993EAB"/>
    <w:rsid w:val="00995E1E"/>
    <w:rsid w:val="009B70EA"/>
    <w:rsid w:val="009D230A"/>
    <w:rsid w:val="00A15328"/>
    <w:rsid w:val="00A26DC1"/>
    <w:rsid w:val="00AA67E2"/>
    <w:rsid w:val="00AD21E4"/>
    <w:rsid w:val="00AF77DB"/>
    <w:rsid w:val="00B512F7"/>
    <w:rsid w:val="00B67378"/>
    <w:rsid w:val="00BD6F6C"/>
    <w:rsid w:val="00BE500E"/>
    <w:rsid w:val="00C11076"/>
    <w:rsid w:val="00C11D40"/>
    <w:rsid w:val="00CB2C3E"/>
    <w:rsid w:val="00CC3A0D"/>
    <w:rsid w:val="00D24A53"/>
    <w:rsid w:val="00DB1F90"/>
    <w:rsid w:val="00E27E34"/>
    <w:rsid w:val="00E4244A"/>
    <w:rsid w:val="00E64B5D"/>
    <w:rsid w:val="00EA5384"/>
    <w:rsid w:val="00EE30A0"/>
    <w:rsid w:val="00F93804"/>
    <w:rsid w:val="00FC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A0D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C3A0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10C2"/>
    <w:rPr>
      <w:szCs w:val="21"/>
    </w:rPr>
  </w:style>
  <w:style w:type="paragraph" w:styleId="BodyText2">
    <w:name w:val="Body Text 2"/>
    <w:basedOn w:val="Normal"/>
    <w:link w:val="BodyText2Char"/>
    <w:uiPriority w:val="99"/>
    <w:rsid w:val="00CC3A0D"/>
    <w:rPr>
      <w:color w:val="FF0000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C10C2"/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C3A0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C2"/>
    <w:rPr>
      <w:sz w:val="0"/>
      <w:szCs w:val="0"/>
    </w:rPr>
  </w:style>
  <w:style w:type="character" w:styleId="Hyperlink">
    <w:name w:val="Hyperlink"/>
    <w:basedOn w:val="DefaultParagraphFont"/>
    <w:uiPriority w:val="99"/>
    <w:rsid w:val="00CC3A0D"/>
    <w:rPr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CC3A0D"/>
    <w:rPr>
      <w:color w:val="800080"/>
      <w:u w:val="single"/>
    </w:rPr>
  </w:style>
  <w:style w:type="character" w:customStyle="1" w:styleId="ptbrand3">
    <w:name w:val="ptbrand3"/>
    <w:basedOn w:val="DefaultParagraphFont"/>
    <w:uiPriority w:val="99"/>
    <w:rsid w:val="00AA67E2"/>
  </w:style>
  <w:style w:type="character" w:customStyle="1" w:styleId="bindingandrelease">
    <w:name w:val="bindingandrelease"/>
    <w:basedOn w:val="DefaultParagraphFont"/>
    <w:uiPriority w:val="99"/>
    <w:rsid w:val="00AA67E2"/>
  </w:style>
  <w:style w:type="character" w:customStyle="1" w:styleId="price1">
    <w:name w:val="price1"/>
    <w:basedOn w:val="DefaultParagraphFont"/>
    <w:uiPriority w:val="99"/>
    <w:rsid w:val="00AA67E2"/>
  </w:style>
  <w:style w:type="character" w:styleId="Strong">
    <w:name w:val="Strong"/>
    <w:basedOn w:val="DefaultParagraphFont"/>
    <w:uiPriority w:val="99"/>
    <w:qFormat/>
    <w:rsid w:val="007D5FB5"/>
    <w:rPr>
      <w:b/>
      <w:bCs/>
    </w:rPr>
  </w:style>
  <w:style w:type="paragraph" w:styleId="Header">
    <w:name w:val="header"/>
    <w:basedOn w:val="Normal"/>
    <w:link w:val="HeaderChar"/>
    <w:uiPriority w:val="99"/>
    <w:rsid w:val="003F3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3F97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3F3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3F9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8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8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1569">
                  <w:marLeft w:val="-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1583">
                      <w:marLeft w:val="3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8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8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8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8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39</Words>
  <Characters>224</Characters>
  <Application>Microsoft Office Outlook</Application>
  <DocSecurity>0</DocSecurity>
  <Lines>0</Lines>
  <Paragraphs>0</Paragraphs>
  <ScaleCrop>false</ScaleCrop>
  <Company>SIT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上海应用技术学院课程设计任务书</dc:title>
  <dc:subject/>
  <dc:creator>mazc</dc:creator>
  <cp:keywords/>
  <dc:description/>
  <cp:lastModifiedBy>微软用户</cp:lastModifiedBy>
  <cp:revision>3</cp:revision>
  <cp:lastPrinted>2007-12-03T01:36:00Z</cp:lastPrinted>
  <dcterms:created xsi:type="dcterms:W3CDTF">2013-12-30T02:12:00Z</dcterms:created>
  <dcterms:modified xsi:type="dcterms:W3CDTF">2013-12-30T03:14:00Z</dcterms:modified>
</cp:coreProperties>
</file>